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E40149" w:rsidP="00905FD7">
      <w:pPr>
        <w:pStyle w:val="Heading1"/>
      </w:pPr>
      <w:bookmarkStart w:id="0" w:name="_GoBack"/>
      <w:bookmarkEnd w:id="0"/>
      <w:r>
        <w:t>6 Ways You Can Use Pinterest to Drive More Traffic to Your Site</w:t>
      </w:r>
    </w:p>
    <w:p w:rsidR="00663301" w:rsidRDefault="00E40149" w:rsidP="00663301">
      <w:r>
        <w:t xml:space="preserve">Hands down, one of the most effective social media platforms for driving traffic to your business is Pinterest. However, it's not enough just to use Pinterest; you have to know how to use it </w:t>
      </w:r>
      <w:r>
        <w:t>correctly. Unlike many of the other social media networks, Pinterest is something that businesses need to take seriously because the site drives more traffic to individual websites and blogs than Google+, LinkedIn, and YouTube combined. Here are six ways y</w:t>
      </w:r>
      <w:r>
        <w:t>ou can utilize Pinterest to drive more traffic to your site.</w:t>
      </w:r>
    </w:p>
    <w:p w:rsidR="00D03664" w:rsidRDefault="00D03664" w:rsidP="00663301"/>
    <w:p w:rsidR="00D03664" w:rsidRDefault="00E40149" w:rsidP="00663301">
      <w:pPr>
        <w:rPr>
          <w:b/>
        </w:rPr>
      </w:pPr>
      <w:r>
        <w:rPr>
          <w:b/>
        </w:rPr>
        <w:t>Have Pinterest In Mind When You Select Images</w:t>
      </w:r>
    </w:p>
    <w:p w:rsidR="00D03664" w:rsidRDefault="00E40149" w:rsidP="00663301">
      <w:r>
        <w:t>Your number one goal when creating pin-worthy content is to choose an image that clearly represents the article and encourages others to click throu</w:t>
      </w:r>
      <w:r>
        <w:t>gh to the originating website. You want to use thought-provoking, colorful, and impressive photos. Providing photos that tell a story will inspire users to learn more.</w:t>
      </w:r>
    </w:p>
    <w:p w:rsidR="00C56362" w:rsidRDefault="00C56362" w:rsidP="00663301"/>
    <w:p w:rsidR="00C56362" w:rsidRDefault="00E40149" w:rsidP="00663301">
      <w:pPr>
        <w:rPr>
          <w:b/>
        </w:rPr>
      </w:pPr>
      <w:r>
        <w:rPr>
          <w:b/>
        </w:rPr>
        <w:t>Be Descriptive</w:t>
      </w:r>
    </w:p>
    <w:p w:rsidR="005146D1" w:rsidRDefault="00E40149" w:rsidP="00663301">
      <w:r>
        <w:t xml:space="preserve">Brevity is essential when using Pinterest. That being said, you need to </w:t>
      </w:r>
      <w:r>
        <w:t>include a description that is worthy of the image that you’ve chosen. The descriptions on Pinterest are similar to headlines</w:t>
      </w:r>
      <w:r w:rsidR="006B1139">
        <w:t>, so you want to create something that will capture the attention of your audience. You just need to share one or two sentences that describe the image but leave a majority of the details out.</w:t>
      </w:r>
    </w:p>
    <w:p w:rsidR="006B1139" w:rsidRDefault="006B1139" w:rsidP="00663301"/>
    <w:p w:rsidR="006B1139" w:rsidRDefault="00E40149" w:rsidP="00663301">
      <w:pPr>
        <w:rPr>
          <w:b/>
        </w:rPr>
      </w:pPr>
      <w:r>
        <w:rPr>
          <w:b/>
        </w:rPr>
        <w:t>Tag Your Friends</w:t>
      </w:r>
    </w:p>
    <w:p w:rsidR="00C57685" w:rsidRDefault="00E40149" w:rsidP="00663301">
      <w:r>
        <w:t>While you don't have to tag all your friends every time you pin content on the site, if a pin reminds you of someone or if you want to give credit, create a tag with the pin. Th</w:t>
      </w:r>
      <w:r>
        <w:t>e chances are high that the person being tagged will share it with their network, exposing your brand to a broader audience.</w:t>
      </w:r>
    </w:p>
    <w:p w:rsidR="002907C0" w:rsidRDefault="002907C0" w:rsidP="00663301"/>
    <w:p w:rsidR="002907C0" w:rsidRDefault="00E40149" w:rsidP="00663301">
      <w:pPr>
        <w:rPr>
          <w:b/>
        </w:rPr>
      </w:pPr>
      <w:r>
        <w:rPr>
          <w:b/>
        </w:rPr>
        <w:t>Let Others Pin Your Content</w:t>
      </w:r>
    </w:p>
    <w:p w:rsidR="00C40876" w:rsidRDefault="00E40149" w:rsidP="00663301">
      <w:r>
        <w:t>The entire point of Pinterest is so others can pin things they like to their board. When you are creat</w:t>
      </w:r>
      <w:r>
        <w:t xml:space="preserve">ing content, be sure to utilize the share button on your blog posts, images, articles, and videos so others can easily share the content with their friends. </w:t>
      </w:r>
    </w:p>
    <w:p w:rsidR="005D16FF" w:rsidRDefault="005D16FF" w:rsidP="00663301"/>
    <w:p w:rsidR="005D16FF" w:rsidRDefault="00E40149" w:rsidP="00663301">
      <w:pPr>
        <w:rPr>
          <w:b/>
        </w:rPr>
      </w:pPr>
      <w:r>
        <w:rPr>
          <w:b/>
        </w:rPr>
        <w:t>Support Your Calls to Action with Visual Design</w:t>
      </w:r>
    </w:p>
    <w:p w:rsidR="005D16FF" w:rsidRDefault="00E40149" w:rsidP="00663301">
      <w:r>
        <w:lastRenderedPageBreak/>
        <w:t>Websites with clickable call-to-action buttons ar</w:t>
      </w:r>
      <w:r>
        <w:t>e nothing new and have come to be expected by consumers. To incorporate this approach in your marketing strategy, you can create a pinnable image that combines a clear text-based call to action.</w:t>
      </w:r>
    </w:p>
    <w:p w:rsidR="001B7330" w:rsidRDefault="001B7330" w:rsidP="00663301"/>
    <w:p w:rsidR="001B7330" w:rsidRDefault="00E40149" w:rsidP="00663301">
      <w:pPr>
        <w:rPr>
          <w:b/>
        </w:rPr>
      </w:pPr>
      <w:r>
        <w:rPr>
          <w:b/>
        </w:rPr>
        <w:t xml:space="preserve">Arrange Your Boards </w:t>
      </w:r>
      <w:r w:rsidR="00736554">
        <w:rPr>
          <w:b/>
        </w:rPr>
        <w:t>Strategically</w:t>
      </w:r>
    </w:p>
    <w:p w:rsidR="003338E0" w:rsidRDefault="00E40149" w:rsidP="00663301">
      <w:r>
        <w:t>The last thing that you wa</w:t>
      </w:r>
      <w:r>
        <w:t>nt to do is have a random mismatch of boards. Take the time to arrange them in an order that puts your most important boards first. If your goal is to sell your products and services, make sure these boards are placed first.</w:t>
      </w:r>
    </w:p>
    <w:p w:rsidR="00582286" w:rsidRDefault="00582286" w:rsidP="00663301"/>
    <w:p w:rsidR="00582286" w:rsidRPr="00582286" w:rsidRDefault="00E40149" w:rsidP="00663301">
      <w:r>
        <w:t>Pinterest is one of the best s</w:t>
      </w:r>
      <w:r>
        <w:t>ocial media platforms for driving traffic to your site and blog. With the help of these tips, you can optimize your pins to gain more clicks and drive traffic to your site.</w:t>
      </w:r>
    </w:p>
    <w:sectPr w:rsidR="00582286" w:rsidRPr="00582286"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FD7"/>
    <w:rsid w:val="0002319C"/>
    <w:rsid w:val="001B7330"/>
    <w:rsid w:val="00230E13"/>
    <w:rsid w:val="002907C0"/>
    <w:rsid w:val="003338E0"/>
    <w:rsid w:val="005146D1"/>
    <w:rsid w:val="00582286"/>
    <w:rsid w:val="005D16FF"/>
    <w:rsid w:val="0064063D"/>
    <w:rsid w:val="00660AAD"/>
    <w:rsid w:val="00663301"/>
    <w:rsid w:val="006B1139"/>
    <w:rsid w:val="00736554"/>
    <w:rsid w:val="00905FD7"/>
    <w:rsid w:val="00A323D3"/>
    <w:rsid w:val="00B3649D"/>
    <w:rsid w:val="00C40876"/>
    <w:rsid w:val="00C56362"/>
    <w:rsid w:val="00C57685"/>
    <w:rsid w:val="00D03664"/>
    <w:rsid w:val="00E40149"/>
    <w:rsid w:val="00E84B80"/>
    <w:rsid w:val="00ED7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7E231367-FCA9-6446-A19F-53718691F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472</Words>
  <Characters>2252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2018-12-30T23:30:00Z</dcterms:created>
  <dcterms:modified xsi:type="dcterms:W3CDTF">2018-12-30T23:31:00Z</dcterms:modified>
  <cp:category/>
</cp:coreProperties>
</file>